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B6A" w:rsidRPr="009D051B" w:rsidRDefault="00394B6A" w:rsidP="00307D20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</w:p>
    <w:p w:rsidR="00394B6A" w:rsidRPr="009D051B" w:rsidRDefault="00394B6A" w:rsidP="00307D20">
      <w:pPr>
        <w:widowControl/>
        <w:shd w:val="clear" w:color="auto" w:fill="FFFFFF"/>
        <w:spacing w:line="600" w:lineRule="exact"/>
        <w:jc w:val="center"/>
        <w:rPr>
          <w:rFonts w:eastAsia="方正小标宋简体"/>
          <w:kern w:val="0"/>
          <w:sz w:val="44"/>
          <w:szCs w:val="44"/>
        </w:rPr>
      </w:pPr>
      <w:r w:rsidRPr="009D051B">
        <w:rPr>
          <w:rFonts w:eastAsia="方正小标宋简体" w:cs="方正小标宋简体" w:hint="eastAsia"/>
          <w:kern w:val="0"/>
          <w:sz w:val="44"/>
          <w:szCs w:val="44"/>
        </w:rPr>
        <w:t>个人申报专业技术资格诚信承诺书</w:t>
      </w:r>
    </w:p>
    <w:p w:rsidR="00394B6A" w:rsidRPr="009D051B" w:rsidRDefault="00394B6A" w:rsidP="0024388A">
      <w:pPr>
        <w:widowControl/>
        <w:shd w:val="clear" w:color="auto" w:fill="FFFFFF"/>
        <w:spacing w:line="600" w:lineRule="exact"/>
        <w:ind w:firstLineChars="200" w:firstLine="31680"/>
        <w:jc w:val="left"/>
        <w:rPr>
          <w:kern w:val="0"/>
          <w:sz w:val="18"/>
          <w:szCs w:val="18"/>
        </w:rPr>
      </w:pPr>
    </w:p>
    <w:p w:rsidR="00394B6A" w:rsidRPr="009D051B" w:rsidRDefault="00394B6A" w:rsidP="0024388A">
      <w:pPr>
        <w:widowControl/>
        <w:shd w:val="clear" w:color="auto" w:fill="FFFFFF"/>
        <w:spacing w:line="600" w:lineRule="exact"/>
        <w:ind w:firstLineChars="200" w:firstLine="31680"/>
        <w:jc w:val="left"/>
        <w:rPr>
          <w:kern w:val="0"/>
          <w:u w:val="single"/>
        </w:rPr>
      </w:pPr>
      <w:r w:rsidRPr="009D051B">
        <w:rPr>
          <w:rFonts w:cs="仿宋_GB2312" w:hint="eastAsia"/>
          <w:kern w:val="0"/>
        </w:rPr>
        <w:t>本人系</w:t>
      </w:r>
      <w:r w:rsidRPr="009D051B">
        <w:rPr>
          <w:kern w:val="0"/>
        </w:rPr>
        <w:t> </w:t>
      </w:r>
      <w:r w:rsidRPr="009D051B">
        <w:rPr>
          <w:rFonts w:cs="仿宋_GB2312" w:hint="eastAsia"/>
          <w:kern w:val="0"/>
          <w:u w:val="single"/>
        </w:rPr>
        <w:t xml:space="preserve">　　　　　　　　</w:t>
      </w:r>
      <w:r w:rsidRPr="009D051B">
        <w:rPr>
          <w:rFonts w:cs="仿宋_GB2312" w:hint="eastAsia"/>
          <w:kern w:val="0"/>
        </w:rPr>
        <w:t>（单位）工作人员，现申报</w:t>
      </w:r>
      <w:r>
        <w:rPr>
          <w:rFonts w:cs="仿宋_GB2312" w:hint="eastAsia"/>
          <w:kern w:val="0"/>
          <w:u w:val="single"/>
        </w:rPr>
        <w:t>会计</w:t>
      </w:r>
      <w:r>
        <w:rPr>
          <w:rFonts w:cs="仿宋_GB2312" w:hint="eastAsia"/>
          <w:kern w:val="0"/>
        </w:rPr>
        <w:t>系列高</w:t>
      </w:r>
      <w:r w:rsidRPr="009D051B">
        <w:rPr>
          <w:rFonts w:cs="仿宋_GB2312" w:hint="eastAsia"/>
          <w:kern w:val="0"/>
        </w:rPr>
        <w:t>级专业技术资格。</w:t>
      </w:r>
      <w:r w:rsidRPr="009D051B">
        <w:rPr>
          <w:kern w:val="0"/>
        </w:rPr>
        <w:t> </w:t>
      </w:r>
      <w:r>
        <w:rPr>
          <w:rFonts w:cs="仿宋_GB2312" w:hint="eastAsia"/>
          <w:kern w:val="0"/>
        </w:rPr>
        <w:t>本人承诺</w:t>
      </w:r>
      <w:r w:rsidRPr="009D051B">
        <w:rPr>
          <w:rFonts w:cs="仿宋_GB2312" w:hint="eastAsia"/>
          <w:kern w:val="0"/>
        </w:rPr>
        <w:t>提交的所有评审材料（包括学历、职称、奖励证书及论文、业绩证明等）均为真实</w:t>
      </w:r>
      <w:r>
        <w:rPr>
          <w:rFonts w:cs="仿宋_GB2312" w:hint="eastAsia"/>
          <w:kern w:val="0"/>
        </w:rPr>
        <w:t>有效</w:t>
      </w:r>
      <w:r w:rsidRPr="009D051B">
        <w:rPr>
          <w:rFonts w:cs="仿宋_GB2312" w:hint="eastAsia"/>
          <w:kern w:val="0"/>
        </w:rPr>
        <w:t>。如提供虚假、失实材料，本人自愿五年内停止申报专业技术资格，并接受人社等部门的处理。</w:t>
      </w:r>
      <w:bookmarkStart w:id="0" w:name="_GoBack"/>
      <w:bookmarkEnd w:id="0"/>
    </w:p>
    <w:p w:rsidR="00394B6A" w:rsidRPr="009D051B" w:rsidRDefault="00394B6A" w:rsidP="00307D20">
      <w:pPr>
        <w:widowControl/>
        <w:shd w:val="clear" w:color="auto" w:fill="FFFFFF"/>
        <w:spacing w:line="600" w:lineRule="exact"/>
        <w:jc w:val="left"/>
        <w:rPr>
          <w:kern w:val="0"/>
        </w:rPr>
      </w:pPr>
      <w:r w:rsidRPr="009D051B">
        <w:rPr>
          <w:kern w:val="0"/>
        </w:rPr>
        <w:t> </w:t>
      </w:r>
    </w:p>
    <w:p w:rsidR="00394B6A" w:rsidRPr="009D051B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  <w:r w:rsidRPr="009D051B">
        <w:rPr>
          <w:kern w:val="0"/>
        </w:rPr>
        <w:t> </w:t>
      </w:r>
    </w:p>
    <w:p w:rsidR="00394B6A" w:rsidRPr="009D051B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  <w:r w:rsidRPr="009D051B">
        <w:rPr>
          <w:kern w:val="0"/>
        </w:rPr>
        <w:t> </w:t>
      </w:r>
    </w:p>
    <w:p w:rsidR="00394B6A" w:rsidRPr="009D051B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  <w:r w:rsidRPr="009D051B">
        <w:rPr>
          <w:kern w:val="0"/>
        </w:rPr>
        <w:t> </w:t>
      </w:r>
    </w:p>
    <w:p w:rsidR="00394B6A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  <w:r w:rsidRPr="009D051B">
        <w:rPr>
          <w:kern w:val="0"/>
        </w:rPr>
        <w:t xml:space="preserve">                                             </w:t>
      </w:r>
      <w:r w:rsidRPr="009D051B">
        <w:rPr>
          <w:rFonts w:cs="仿宋_GB2312" w:hint="eastAsia"/>
          <w:kern w:val="0"/>
        </w:rPr>
        <w:t>承诺人签名：</w:t>
      </w:r>
    </w:p>
    <w:p w:rsidR="00394B6A" w:rsidRPr="0024388A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</w:p>
    <w:p w:rsidR="00394B6A" w:rsidRPr="009D051B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  <w:r w:rsidRPr="009D051B">
        <w:rPr>
          <w:kern w:val="0"/>
        </w:rPr>
        <w:t xml:space="preserve">                                                 </w:t>
      </w:r>
      <w:r w:rsidRPr="009D051B">
        <w:rPr>
          <w:rFonts w:cs="仿宋_GB2312" w:hint="eastAsia"/>
          <w:kern w:val="0"/>
        </w:rPr>
        <w:t xml:space="preserve">年　</w:t>
      </w:r>
      <w:r w:rsidRPr="009D051B">
        <w:rPr>
          <w:kern w:val="0"/>
        </w:rPr>
        <w:t> </w:t>
      </w:r>
      <w:r w:rsidRPr="009D051B">
        <w:rPr>
          <w:rFonts w:cs="仿宋_GB2312" w:hint="eastAsia"/>
          <w:kern w:val="0"/>
        </w:rPr>
        <w:t>月</w:t>
      </w:r>
      <w:r w:rsidRPr="009D051B">
        <w:rPr>
          <w:kern w:val="0"/>
        </w:rPr>
        <w:t> </w:t>
      </w:r>
      <w:r w:rsidRPr="009D051B">
        <w:rPr>
          <w:rFonts w:cs="仿宋_GB2312" w:hint="eastAsia"/>
          <w:kern w:val="0"/>
        </w:rPr>
        <w:t xml:space="preserve">　日</w:t>
      </w:r>
    </w:p>
    <w:p w:rsidR="00394B6A" w:rsidRPr="009D051B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  <w:r w:rsidRPr="009D051B">
        <w:rPr>
          <w:rFonts w:cs="仿宋_GB2312" w:hint="eastAsia"/>
          <w:kern w:val="0"/>
        </w:rPr>
        <w:t xml:space="preserve">　</w:t>
      </w:r>
    </w:p>
    <w:p w:rsidR="00394B6A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  <w:r w:rsidRPr="009D051B">
        <w:rPr>
          <w:rFonts w:cs="仿宋_GB2312" w:hint="eastAsia"/>
          <w:kern w:val="0"/>
        </w:rPr>
        <w:t xml:space="preserve">　</w:t>
      </w:r>
    </w:p>
    <w:p w:rsidR="00394B6A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</w:p>
    <w:p w:rsidR="00394B6A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</w:p>
    <w:p w:rsidR="00394B6A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</w:p>
    <w:p w:rsidR="00394B6A" w:rsidRPr="009D051B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</w:p>
    <w:p w:rsidR="00394B6A" w:rsidRPr="009D051B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  <w:r w:rsidRPr="009D051B">
        <w:rPr>
          <w:kern w:val="0"/>
        </w:rPr>
        <w:t> </w:t>
      </w:r>
    </w:p>
    <w:p w:rsidR="00394B6A" w:rsidRPr="009D051B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</w:p>
    <w:p w:rsidR="00394B6A" w:rsidRPr="009D051B" w:rsidRDefault="00394B6A" w:rsidP="00307D20">
      <w:pPr>
        <w:widowControl/>
        <w:shd w:val="clear" w:color="auto" w:fill="FFFFFF"/>
        <w:spacing w:line="360" w:lineRule="atLeast"/>
        <w:jc w:val="left"/>
        <w:rPr>
          <w:kern w:val="0"/>
        </w:rPr>
      </w:pPr>
    </w:p>
    <w:p w:rsidR="00394B6A" w:rsidRDefault="00394B6A" w:rsidP="00307D20">
      <w:pPr>
        <w:widowControl/>
        <w:shd w:val="clear" w:color="auto" w:fill="FFFFFF"/>
        <w:spacing w:line="360" w:lineRule="atLeast"/>
        <w:jc w:val="left"/>
      </w:pPr>
      <w:r w:rsidRPr="009D051B">
        <w:rPr>
          <w:rFonts w:cs="仿宋_GB2312" w:hint="eastAsia"/>
          <w:kern w:val="0"/>
        </w:rPr>
        <w:t>（本承诺书一式</w:t>
      </w:r>
      <w:r w:rsidRPr="009D051B">
        <w:rPr>
          <w:kern w:val="0"/>
        </w:rPr>
        <w:t>2</w:t>
      </w:r>
      <w:r w:rsidRPr="009D051B">
        <w:rPr>
          <w:rFonts w:cs="仿宋_GB2312" w:hint="eastAsia"/>
          <w:kern w:val="0"/>
        </w:rPr>
        <w:t>份，一份连同申报材料上报，一份单位留存）</w:t>
      </w:r>
    </w:p>
    <w:sectPr w:rsidR="00394B6A" w:rsidSect="00307D20">
      <w:pgSz w:w="11906" w:h="16838"/>
      <w:pgMar w:top="2098" w:right="1531" w:bottom="1985" w:left="1531" w:header="851" w:footer="992" w:gutter="0"/>
      <w:cols w:space="425"/>
      <w:docGrid w:type="lines" w:linePitch="43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oNotHyphenateCaps/>
  <w:drawingGridHorizontalSpacing w:val="160"/>
  <w:drawingGridVerticalSpacing w:val="435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7D20"/>
    <w:rsid w:val="000E2A3F"/>
    <w:rsid w:val="000F4E50"/>
    <w:rsid w:val="0024388A"/>
    <w:rsid w:val="00285FBB"/>
    <w:rsid w:val="00307D20"/>
    <w:rsid w:val="00344388"/>
    <w:rsid w:val="00394B6A"/>
    <w:rsid w:val="003B1E83"/>
    <w:rsid w:val="00497976"/>
    <w:rsid w:val="004F027F"/>
    <w:rsid w:val="00507CFE"/>
    <w:rsid w:val="00555AA9"/>
    <w:rsid w:val="006871DF"/>
    <w:rsid w:val="0076734A"/>
    <w:rsid w:val="0088144F"/>
    <w:rsid w:val="0098684A"/>
    <w:rsid w:val="009B6F48"/>
    <w:rsid w:val="009D051B"/>
    <w:rsid w:val="00A85263"/>
    <w:rsid w:val="00AD5DD7"/>
    <w:rsid w:val="00BF797A"/>
    <w:rsid w:val="00C47BC0"/>
    <w:rsid w:val="00CE07F1"/>
    <w:rsid w:val="00D77A51"/>
    <w:rsid w:val="00E0466E"/>
    <w:rsid w:val="00E21134"/>
    <w:rsid w:val="00F52BBF"/>
    <w:rsid w:val="00F64432"/>
    <w:rsid w:val="00FB5788"/>
    <w:rsid w:val="00FE4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20"/>
    <w:pPr>
      <w:widowControl w:val="0"/>
      <w:jc w:val="both"/>
    </w:pPr>
    <w:rPr>
      <w:rFonts w:ascii="Times New Roman" w:eastAsia="仿宋_GB2312" w:hAnsi="Times New Roman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44</Words>
  <Characters>256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</dc:title>
  <dc:subject/>
  <dc:creator>汪涓</dc:creator>
  <cp:keywords/>
  <dc:description/>
  <cp:lastModifiedBy>yianho</cp:lastModifiedBy>
  <cp:revision>6</cp:revision>
  <dcterms:created xsi:type="dcterms:W3CDTF">2017-08-30T09:23:00Z</dcterms:created>
  <dcterms:modified xsi:type="dcterms:W3CDTF">2017-12-05T03:15:00Z</dcterms:modified>
</cp:coreProperties>
</file>